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B" w:rsidRDefault="004F11FB" w:rsidP="00937321">
      <w:pPr>
        <w:pStyle w:val="Heading1"/>
      </w:pPr>
      <w:bookmarkStart w:id="0" w:name="_GoBack"/>
      <w:bookmarkEnd w:id="0"/>
      <w:r w:rsidRPr="00937321">
        <w:t>Fi</w:t>
      </w:r>
      <w:r w:rsidR="007E0A98">
        <w:t>ș</w:t>
      </w:r>
      <w:r w:rsidRPr="00937321">
        <w:t>a 0</w:t>
      </w:r>
      <w:r w:rsidR="007047B0">
        <w:t>5</w:t>
      </w:r>
      <w:r w:rsidRPr="00937321">
        <w:t xml:space="preserve"> </w:t>
      </w:r>
      <w:r w:rsidR="00C94B2A">
        <w:t xml:space="preserve">C# </w:t>
      </w:r>
      <w:r w:rsidRPr="00937321">
        <w:t xml:space="preserve">– </w:t>
      </w:r>
      <w:r w:rsidR="007047B0">
        <w:t>tipuri definite de utilizator – struct, enum</w:t>
      </w:r>
    </w:p>
    <w:p w:rsidR="00C029E7" w:rsidRPr="00206399" w:rsidRDefault="00DA43CA" w:rsidP="00206399">
      <w:pPr>
        <w:pStyle w:val="Heading2"/>
      </w:pPr>
      <w:r w:rsidRPr="00206399">
        <w:t>Tipul struct:</w:t>
      </w:r>
    </w:p>
    <w:p w:rsidR="00DA43CA" w:rsidRDefault="00C56D71" w:rsidP="00C56D71">
      <w:pPr>
        <w:pStyle w:val="ListParagraph"/>
        <w:numPr>
          <w:ilvl w:val="1"/>
          <w:numId w:val="3"/>
        </w:numPr>
      </w:pPr>
      <w:r>
        <w:t>Modul de folosire este asemănător cu cel din C++;</w:t>
      </w:r>
    </w:p>
    <w:p w:rsidR="004528ED" w:rsidRDefault="00DF5468" w:rsidP="00C56D71">
      <w:pPr>
        <w:pStyle w:val="ListParagraph"/>
        <w:numPr>
          <w:ilvl w:val="1"/>
          <w:numId w:val="3"/>
        </w:numPr>
      </w:pPr>
      <w:r>
        <w:t>Se folosesc pentru a construi mici pachete de variabile care au legătură între ele: datele unui elev</w:t>
      </w:r>
      <w:r w:rsidR="005770B9">
        <w:t>, datele unui obiect de inventar etc. Exemplu:</w:t>
      </w:r>
    </w:p>
    <w:p w:rsidR="005770B9" w:rsidRPr="005770B9" w:rsidRDefault="00CE1341" w:rsidP="00FE6B49">
      <w:pPr>
        <w:tabs>
          <w:tab w:val="clear" w:pos="851"/>
          <w:tab w:val="left" w:pos="1134"/>
          <w:tab w:val="left" w:pos="1560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 w:rsidR="005770B9" w:rsidRPr="005770B9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="005770B9" w:rsidRPr="005770B9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="005770B9" w:rsidRPr="005770B9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struct</w:t>
      </w:r>
      <w:r w:rsidR="005770B9" w:rsidRPr="005770B9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="005770B9" w:rsidRPr="005770B9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elev</w:t>
      </w:r>
    </w:p>
    <w:p w:rsidR="005770B9" w:rsidRPr="005770B9" w:rsidRDefault="00CE1341" w:rsidP="00FE6B49">
      <w:pPr>
        <w:tabs>
          <w:tab w:val="clear" w:pos="851"/>
          <w:tab w:val="left" w:pos="1134"/>
          <w:tab w:val="left" w:pos="1560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5770B9" w:rsidRPr="005770B9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5770B9" w:rsidRPr="005770B9" w:rsidRDefault="00CE1341" w:rsidP="00FE6B49">
      <w:pPr>
        <w:tabs>
          <w:tab w:val="clear" w:pos="851"/>
          <w:tab w:val="left" w:pos="1134"/>
          <w:tab w:val="left" w:pos="1560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 w:rsidR="005770B9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</w:t>
      </w:r>
      <w:r w:rsidR="005770B9" w:rsidRPr="005770B9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ublic</w:t>
      </w:r>
      <w:r w:rsidR="005770B9" w:rsidRPr="005770B9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="005770B9" w:rsidRPr="005770B9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r w:rsidR="005770B9" w:rsidRPr="005770B9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nume;</w:t>
      </w:r>
    </w:p>
    <w:p w:rsidR="005770B9" w:rsidRPr="005770B9" w:rsidRDefault="00CE1341" w:rsidP="00FE6B49">
      <w:pPr>
        <w:tabs>
          <w:tab w:val="clear" w:pos="851"/>
          <w:tab w:val="left" w:pos="1134"/>
          <w:tab w:val="left" w:pos="1560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 w:rsidR="005770B9" w:rsidRPr="005770B9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="005770B9" w:rsidRPr="005770B9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="005770B9" w:rsidRPr="005770B9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double</w:t>
      </w:r>
      <w:r w:rsidR="005770B9" w:rsidRPr="005770B9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medie;</w:t>
      </w:r>
    </w:p>
    <w:p w:rsidR="005770B9" w:rsidRPr="005770B9" w:rsidRDefault="00CE1341" w:rsidP="00FE6B49">
      <w:pPr>
        <w:tabs>
          <w:tab w:val="clear" w:pos="851"/>
          <w:tab w:val="left" w:pos="1134"/>
          <w:tab w:val="left" w:pos="1560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5770B9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F61CF2" w:rsidRDefault="00F61CF2" w:rsidP="00C062B4">
      <w:pPr>
        <w:pStyle w:val="ListParagraph"/>
        <w:numPr>
          <w:ilvl w:val="1"/>
          <w:numId w:val="3"/>
        </w:numPr>
      </w:pPr>
      <w:r>
        <w:t>Pot conține constructori, constante, metode etc. (la fel ca o clasă), dar nu pot moșteni alte structuri sau clase.</w:t>
      </w:r>
    </w:p>
    <w:p w:rsidR="00F61CF2" w:rsidRDefault="004B4B56" w:rsidP="00C062B4">
      <w:pPr>
        <w:pStyle w:val="ListParagraph"/>
        <w:numPr>
          <w:ilvl w:val="1"/>
          <w:numId w:val="3"/>
        </w:numPr>
      </w:pPr>
      <w:r>
        <w:t xml:space="preserve">Câmpurile din structură nu pot fi inițializate decât dacă sunt declarate ca </w:t>
      </w:r>
      <w:r>
        <w:rPr>
          <w:b/>
        </w:rPr>
        <w:t>static</w:t>
      </w:r>
      <w:r w:rsidRPr="004B4B56">
        <w:t xml:space="preserve"> sau </w:t>
      </w:r>
      <w:r>
        <w:rPr>
          <w:b/>
        </w:rPr>
        <w:t>const</w:t>
      </w:r>
      <w:r>
        <w:t>.</w:t>
      </w:r>
    </w:p>
    <w:p w:rsidR="00C062B4" w:rsidRDefault="00CB769E" w:rsidP="00C062B4">
      <w:pPr>
        <w:pStyle w:val="ListParagraph"/>
        <w:numPr>
          <w:ilvl w:val="1"/>
          <w:numId w:val="3"/>
        </w:numPr>
      </w:pPr>
      <w:r>
        <w:t xml:space="preserve">Sunt de tip valoare (nu de tip referință) =&gt; se pot inițializa direct, fără a folosi </w:t>
      </w:r>
      <w:r>
        <w:rPr>
          <w:b/>
        </w:rPr>
        <w:t>new</w:t>
      </w:r>
      <w:r w:rsidR="00C062B4">
        <w:t>, câte un câmp la un moment dat; se copiază în întregime când se face o atribuire. Exemplu:</w:t>
      </w:r>
    </w:p>
    <w:p w:rsidR="00DB3224" w:rsidRPr="00DB3224" w:rsidRDefault="00FE6B49" w:rsidP="00FE6B49">
      <w:pPr>
        <w:tabs>
          <w:tab w:val="clear" w:pos="851"/>
          <w:tab w:val="left" w:pos="1134"/>
          <w:tab w:val="left" w:pos="1560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="00DB3224" w:rsidRPr="00DB322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elev</w:t>
      </w:r>
      <w:r w:rsidR="00DB3224" w:rsidRPr="00DB322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e1, e2;</w:t>
      </w:r>
    </w:p>
    <w:p w:rsidR="00DB3224" w:rsidRPr="00DB3224" w:rsidRDefault="00FE6B49" w:rsidP="00FE6B49">
      <w:pPr>
        <w:tabs>
          <w:tab w:val="clear" w:pos="851"/>
          <w:tab w:val="left" w:pos="1134"/>
          <w:tab w:val="left" w:pos="1560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DB3224" w:rsidRPr="00DB322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e1.nume = </w:t>
      </w:r>
      <w:r w:rsidR="00DB3224" w:rsidRPr="00DB3224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"Pop Ioan"</w:t>
      </w:r>
      <w:r w:rsidR="00DB3224" w:rsidRPr="00DB322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;</w:t>
      </w:r>
    </w:p>
    <w:p w:rsidR="00DB3224" w:rsidRPr="00DB3224" w:rsidRDefault="00FE6B49" w:rsidP="00FE6B49">
      <w:pPr>
        <w:tabs>
          <w:tab w:val="clear" w:pos="851"/>
          <w:tab w:val="left" w:pos="1134"/>
          <w:tab w:val="left" w:pos="1560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DB3224" w:rsidRPr="00DB322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e1.medie = 9.66;</w:t>
      </w:r>
    </w:p>
    <w:p w:rsidR="00C062B4" w:rsidRPr="00DB3224" w:rsidRDefault="00FE6B49" w:rsidP="00FE6B49">
      <w:pPr>
        <w:tabs>
          <w:tab w:val="clear" w:pos="851"/>
          <w:tab w:val="left" w:pos="1134"/>
          <w:tab w:val="left" w:pos="1560"/>
        </w:tabs>
        <w:contextualSpacing/>
        <w:rPr>
          <w:sz w:val="16"/>
          <w:szCs w:val="16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DB3224" w:rsidRPr="00DB322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e2 = e1;</w:t>
      </w:r>
      <w:r w:rsidR="00DB3224" w:rsidRPr="00DB3224">
        <w:rPr>
          <w:rFonts w:ascii="Consolas" w:eastAsiaTheme="minorHAnsi" w:hAnsi="Consolas" w:cs="Consolas"/>
          <w:color w:val="000000"/>
          <w:sz w:val="16"/>
          <w:szCs w:val="16"/>
          <w:lang w:eastAsia="en-US"/>
        </w:rPr>
        <w:t xml:space="preserve"> </w:t>
      </w:r>
      <w:r w:rsidR="00DB3224" w:rsidRPr="00DB322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//elevul e2 va conține aceleași date ca e1</w:t>
      </w:r>
    </w:p>
    <w:p w:rsidR="00C062B4" w:rsidRDefault="004B4B56" w:rsidP="00C062B4">
      <w:pPr>
        <w:pStyle w:val="ListParagraph"/>
        <w:numPr>
          <w:ilvl w:val="1"/>
          <w:numId w:val="3"/>
        </w:numPr>
      </w:pPr>
      <w:r>
        <w:t>Se creează și se accesează mai rapid decât clasele sau vectorii, deci sunt recomandate când trebuie prelucrate blocuri de date simple, dar numeroase.</w:t>
      </w:r>
    </w:p>
    <w:p w:rsidR="00DA391E" w:rsidRDefault="00DA391E" w:rsidP="00DA391E">
      <w:pPr>
        <w:pStyle w:val="ListParagraph"/>
      </w:pPr>
      <w:r w:rsidRPr="00D33A64">
        <w:rPr>
          <w:b/>
        </w:rPr>
        <w:t>Exemplu</w:t>
      </w:r>
      <w:r>
        <w:t>:</w:t>
      </w:r>
    </w:p>
    <w:p w:rsidR="00DA391E" w:rsidRPr="00DA391E" w:rsidRDefault="00DA391E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DA391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Program</w:t>
      </w:r>
    </w:p>
    <w:p w:rsidR="00DA391E" w:rsidRPr="00DA391E" w:rsidRDefault="00DA391E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C80187" w:rsidRPr="00DA391E" w:rsidRDefault="00C80187" w:rsidP="00C80187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struct</w:t>
      </w:r>
      <w:r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DA391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elev</w:t>
      </w:r>
    </w:p>
    <w:p w:rsidR="00C80187" w:rsidRPr="00DA391E" w:rsidRDefault="00C80187" w:rsidP="00C80187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C80187" w:rsidRPr="00DA391E" w:rsidRDefault="00C80187" w:rsidP="00C80187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r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nume;</w:t>
      </w:r>
    </w:p>
    <w:p w:rsidR="00C80187" w:rsidRPr="00DA391E" w:rsidRDefault="00C80187" w:rsidP="00C80187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double</w:t>
      </w:r>
      <w:r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medie;</w:t>
      </w:r>
    </w:p>
    <w:p w:rsidR="00C80187" w:rsidRPr="00DA391E" w:rsidRDefault="00C80187" w:rsidP="00C80187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C80187" w:rsidRPr="00DA391E" w:rsidRDefault="00C80187" w:rsidP="00C80187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static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="00DA391E"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Main(</w:t>
      </w:r>
      <w:r w:rsidR="00DA391E"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[] args)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n; </w:t>
      </w:r>
      <w:r w:rsidR="00DA391E" w:rsidRPr="00DA391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</w:t>
      </w:r>
      <w:r w:rsidR="00C632F5" w:rsidRPr="00DA391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numărul</w:t>
      </w:r>
      <w:r w:rsidR="00DA391E" w:rsidRPr="00DA391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de elevi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//citire </w:t>
      </w:r>
      <w:r w:rsidR="00C632F5" w:rsidRPr="00DA391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număr</w:t>
      </w:r>
      <w:r w:rsidR="00DA391E" w:rsidRPr="00DA391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de elevi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="00DA391E" w:rsidRPr="00DA391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</w:t>
      </w:r>
      <w:r w:rsidR="00C632F5" w:rsidRPr="00DA391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introduceți</w:t>
      </w:r>
      <w:r w:rsidR="00DA391E" w:rsidRPr="00DA391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</w:t>
      </w:r>
      <w:r w:rsidR="00C632F5" w:rsidRPr="00DA391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numărul</w:t>
      </w:r>
      <w:r w:rsidR="00DA391E" w:rsidRPr="00DA391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de elevi : "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n = </w:t>
      </w:r>
      <w:r w:rsidR="00DA391E"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.Parse( </w:t>
      </w:r>
      <w:r w:rsidR="00DA391E" w:rsidRPr="00DA391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.ReadLine() );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 clasa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elev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[] clasa = </w:t>
      </w:r>
      <w:r w:rsidR="00DA391E"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new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="00DA391E" w:rsidRPr="00DA391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elev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[n];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//citire elevi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for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(</w:t>
      </w:r>
      <w:r w:rsidR="00DA391E"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i = 0; i &lt; n; i++)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="00DA391E" w:rsidRPr="00DA391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</w:t>
      </w:r>
      <w:r w:rsidR="00C632F5" w:rsidRPr="00DA391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introduceți</w:t>
      </w:r>
      <w:r w:rsidR="00DA391E" w:rsidRPr="00DA391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numele si media elevului "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(i + 1) + </w:t>
      </w:r>
      <w:r w:rsidR="00DA391E" w:rsidRPr="00DA391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: \n"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clasa[i].nume = </w:t>
      </w:r>
      <w:r w:rsidR="00DA391E" w:rsidRPr="00DA391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.ReadLine();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clasa[i].medie = </w:t>
      </w:r>
      <w:r w:rsidR="00DA391E"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double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.Parse( </w:t>
      </w:r>
      <w:r w:rsidR="00DA391E" w:rsidRPr="00DA391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.ReadLine() );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</w:t>
      </w:r>
      <w:r w:rsidR="00C632F5" w:rsidRPr="00DA391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afișare</w:t>
      </w:r>
      <w:r w:rsidR="00DA391E" w:rsidRPr="00DA391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elevi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="00DA391E" w:rsidRPr="00DA391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"\nElevii din clasa sunt : "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for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(</w:t>
      </w:r>
      <w:r w:rsidR="00DA391E" w:rsidRPr="00DA391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i = 0; i &lt; n; i++)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="00DA391E" w:rsidRPr="00DA391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"\nnumele: "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clasa[i].nume.PadRight(10) + </w:t>
      </w:r>
      <w:r w:rsidR="00DA391E" w:rsidRPr="00DA391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"medie: "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clasa[i].medie);</w:t>
      </w:r>
    </w:p>
    <w:p w:rsidR="00DA391E" w:rsidRPr="00DA391E" w:rsidRDefault="00DA391E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//gata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.WriteLine(</w:t>
      </w:r>
      <w:r w:rsidR="00DA391E" w:rsidRPr="00DA391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"\n"</w:t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DA391E" w:rsidRPr="00DA391E" w:rsidRDefault="00CC7283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DA391E"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DA391E" w:rsidRPr="00DA391E" w:rsidRDefault="00DA391E" w:rsidP="00DA391E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DA391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530F65" w:rsidRDefault="00D33A64" w:rsidP="00530F65">
      <w:pPr>
        <w:pStyle w:val="ListParagraph"/>
      </w:pPr>
      <w:r w:rsidRPr="00D33A64">
        <w:rPr>
          <w:b/>
        </w:rPr>
        <w:t>Exercițiu</w:t>
      </w:r>
      <w:r>
        <w:t>: r</w:t>
      </w:r>
      <w:r w:rsidR="00530F65">
        <w:t xml:space="preserve">ealizați o aplicație de tip consolă care citește informații despre </w:t>
      </w:r>
      <w:r w:rsidR="00530F65" w:rsidRPr="00266074">
        <w:rPr>
          <w:b/>
          <w:i/>
        </w:rPr>
        <w:t>n</w:t>
      </w:r>
      <w:r w:rsidR="00530F65">
        <w:t xml:space="preserve"> elevi dintr-o clasă. Pentru fiecare elev se cunoaște numele și media. Se cere:</w:t>
      </w:r>
    </w:p>
    <w:p w:rsidR="00530F65" w:rsidRDefault="00767115" w:rsidP="00530F65">
      <w:pPr>
        <w:pStyle w:val="ListParagraph"/>
        <w:numPr>
          <w:ilvl w:val="1"/>
          <w:numId w:val="3"/>
        </w:numPr>
      </w:pPr>
      <w:r>
        <w:t>s</w:t>
      </w:r>
      <w:r w:rsidR="00530F65">
        <w:t>ă  se afișeze media pe clasă;</w:t>
      </w:r>
    </w:p>
    <w:p w:rsidR="00530F65" w:rsidRDefault="00767115" w:rsidP="00530F65">
      <w:pPr>
        <w:pStyle w:val="ListParagraph"/>
        <w:numPr>
          <w:ilvl w:val="1"/>
          <w:numId w:val="3"/>
        </w:numPr>
      </w:pPr>
      <w:r>
        <w:t>s</w:t>
      </w:r>
      <w:r w:rsidR="00530F65">
        <w:t>ă se afișeze numele și media elevilor, elevii fiind ordonați descrescător după medie;</w:t>
      </w:r>
    </w:p>
    <w:p w:rsidR="00530F65" w:rsidRDefault="00767115" w:rsidP="00530F65">
      <w:pPr>
        <w:pStyle w:val="ListParagraph"/>
        <w:numPr>
          <w:ilvl w:val="1"/>
          <w:numId w:val="3"/>
        </w:numPr>
      </w:pPr>
      <w:r>
        <w:t>s</w:t>
      </w:r>
      <w:r w:rsidR="00530F65">
        <w:t>ă se afișeze numele și media elevilor, elevii fiind ordonați crescător după nume.</w:t>
      </w:r>
    </w:p>
    <w:p w:rsidR="003434EF" w:rsidRDefault="00B31F76" w:rsidP="00B31F76">
      <w:pPr>
        <w:rPr>
          <w:i/>
        </w:rPr>
      </w:pPr>
      <w:r>
        <w:rPr>
          <w:i/>
        </w:rPr>
        <w:lastRenderedPageBreak/>
        <w:t xml:space="preserve">Observații: </w:t>
      </w:r>
    </w:p>
    <w:p w:rsidR="00DA391E" w:rsidRDefault="00B31F76" w:rsidP="003434EF">
      <w:pPr>
        <w:pStyle w:val="ListParagraph"/>
        <w:numPr>
          <w:ilvl w:val="2"/>
          <w:numId w:val="3"/>
        </w:numPr>
        <w:tabs>
          <w:tab w:val="clear" w:pos="851"/>
          <w:tab w:val="left" w:pos="426"/>
        </w:tabs>
        <w:rPr>
          <w:i/>
        </w:rPr>
      </w:pPr>
      <w:r w:rsidRPr="003434EF">
        <w:rPr>
          <w:i/>
        </w:rPr>
        <w:t>compararea a două valori de tip string se face cu funcția string.Compare( s1, s2 ) care va da ca rezultat un număr pozitiv dacă s1 &gt; s2, 0 dacă s1 == s2 sau un număr negativ dacă s1 &lt; s2</w:t>
      </w:r>
      <w:r w:rsidR="003434EF">
        <w:rPr>
          <w:i/>
        </w:rPr>
        <w:t xml:space="preserve"> .</w:t>
      </w:r>
    </w:p>
    <w:p w:rsidR="00C01912" w:rsidRDefault="00E70C5C" w:rsidP="00206399">
      <w:pPr>
        <w:pStyle w:val="Heading2"/>
      </w:pPr>
      <w:r>
        <w:t>Tipul enum:</w:t>
      </w:r>
    </w:p>
    <w:p w:rsidR="00E70C5C" w:rsidRDefault="00206399" w:rsidP="00206399">
      <w:r>
        <w:tab/>
      </w:r>
      <w:r w:rsidR="00E70C5C" w:rsidRPr="00E70C5C">
        <w:t>Se fo</w:t>
      </w:r>
      <w:r w:rsidR="00E70C5C">
        <w:t>losește pentru a crea grupuri de constante consecutive. De exemplu: „luni”, „marți”, „miercuri” etc., sau „ianuarie”, „februarie”, „martie” etc., sau „unu”, „doi”, „trei” etc.</w:t>
      </w:r>
      <w:r w:rsidR="00E201D2">
        <w:t xml:space="preserve"> Fiecărei constante din grup i se va asocia un număr întreg care va fi folosit ca și cod al șirului respectiv.</w:t>
      </w:r>
    </w:p>
    <w:p w:rsidR="00E70C5C" w:rsidRDefault="00E70C5C" w:rsidP="00E70C5C">
      <w:pPr>
        <w:pStyle w:val="ListParagraph"/>
      </w:pPr>
      <w:r>
        <w:rPr>
          <w:b/>
        </w:rPr>
        <w:t>Exemplu</w:t>
      </w:r>
      <w:r>
        <w:t>: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4853F4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Program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//declarare tip enumerare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4853F4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enum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ZiSaptamana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{ 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luni = 1, 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marti = 2,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miercuri = 3,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joi = 4,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vineri = 5,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sambata = 6,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duminica = 7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static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4853F4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Main(</w:t>
      </w:r>
      <w:r w:rsidRPr="004853F4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[] args)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//declarare variabile de tip enumerare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ZiSaptamana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a = </w:t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ZiSaptamana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.luni;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ZiSaptamana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b = </w:t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ZiSaptamana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.marti;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</w:t>
      </w:r>
      <w:r w:rsidR="00363A79" w:rsidRPr="004853F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afișare</w:t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si transformare zi -&gt; nr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4853F4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"\nZiua a este : "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a);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4853F4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"\n\nZiua b este : "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b + </w:t>
      </w:r>
      <w:r w:rsidRPr="004853F4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, nr. "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(</w:t>
      </w:r>
      <w:r w:rsidRPr="004853F4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)b );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</w:t>
      </w:r>
      <w:r w:rsidR="00363A79" w:rsidRPr="004853F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afișare</w:t>
      </w:r>
      <w:r w:rsidRPr="004853F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toate zilele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4853F4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"\n\nZilele </w:t>
      </w:r>
      <w:r w:rsidR="00363A79" w:rsidRPr="004853F4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săptămânii</w:t>
      </w:r>
      <w:r w:rsidRPr="004853F4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sunt : "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for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(</w:t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ZiSaptamana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i = </w:t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ZiSaptamana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.luni; i &lt;= </w:t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ZiSaptamana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.duminica; i++)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.Write(i + </w:t>
      </w:r>
      <w:r w:rsidRPr="004853F4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"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</w:t>
      </w:r>
      <w:r w:rsidR="00363A79" w:rsidRPr="004853F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afișare</w:t>
      </w:r>
      <w:r w:rsidRPr="004853F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zi + </w:t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nr sau transformare nr -&gt; zi</w:t>
      </w:r>
      <w:r w:rsidRPr="004853F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;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4853F4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"\n\nb + 1 = "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(b + 1));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4853F4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"\n\na + 8 = "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(a + 8));</w:t>
      </w:r>
    </w:p>
    <w:p w:rsidR="004853F4" w:rsidRPr="004853F4" w:rsidRDefault="004853F4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4853F4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"\n\nZiua 5 este : "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(</w:t>
      </w:r>
      <w:r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ZiSaptamana</w:t>
      </w: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)5);</w:t>
      </w:r>
    </w:p>
    <w:p w:rsidR="004853F4" w:rsidRPr="004853F4" w:rsidRDefault="004E6C0B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4853F4" w:rsidRPr="004853F4" w:rsidRDefault="004E6C0B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ab/>
      </w:r>
      <w:r w:rsidR="004853F4" w:rsidRPr="004853F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//gata</w:t>
      </w:r>
    </w:p>
    <w:p w:rsidR="004853F4" w:rsidRPr="004853F4" w:rsidRDefault="004E6C0B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ab/>
      </w:r>
      <w:r w:rsidR="004853F4" w:rsidRPr="004853F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="004853F4"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.WriteLine(</w:t>
      </w:r>
      <w:r w:rsidR="004853F4" w:rsidRPr="004853F4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"\n\n"</w:t>
      </w:r>
      <w:r w:rsidR="004853F4"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4853F4" w:rsidRPr="004853F4" w:rsidRDefault="004E6C0B" w:rsidP="004853F4">
      <w:pPr>
        <w:tabs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before="0" w:after="0"/>
        <w:contextualSpacing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4853F4"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E70C5C" w:rsidRPr="004853F4" w:rsidRDefault="004853F4" w:rsidP="004853F4">
      <w:pPr>
        <w:tabs>
          <w:tab w:val="left" w:pos="426"/>
          <w:tab w:val="left" w:pos="1276"/>
          <w:tab w:val="left" w:pos="1701"/>
        </w:tabs>
        <w:contextualSpacing/>
        <w:rPr>
          <w:rFonts w:ascii="Consolas" w:hAnsi="Consolas" w:cs="Consolas"/>
          <w:sz w:val="16"/>
          <w:szCs w:val="16"/>
        </w:rPr>
      </w:pPr>
      <w:r w:rsidRPr="004853F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E70C5C" w:rsidRPr="00E70C5C" w:rsidRDefault="001A45E0" w:rsidP="00E70C5C">
      <w:pPr>
        <w:pStyle w:val="ListParagraph"/>
      </w:pPr>
      <w:r>
        <w:rPr>
          <w:b/>
        </w:rPr>
        <w:t>Exercițiu</w:t>
      </w:r>
      <w:r>
        <w:t>: scrieți programe asemănătoare cu cel de mai sus în care să folosiți ca enumerări lunile anului sau numerele de la 1 la 10 scrise cu litere („unu”, „doi”, „trei” etc.).</w:t>
      </w:r>
    </w:p>
    <w:sectPr w:rsidR="00E70C5C" w:rsidRPr="00E70C5C" w:rsidSect="004F1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EC0" w:rsidRDefault="00A04EC0" w:rsidP="004F11FB">
      <w:pPr>
        <w:spacing w:before="0" w:after="0"/>
      </w:pPr>
      <w:r>
        <w:separator/>
      </w:r>
    </w:p>
  </w:endnote>
  <w:endnote w:type="continuationSeparator" w:id="0">
    <w:p w:rsidR="00A04EC0" w:rsidRDefault="00A04EC0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364157">
    <w:pPr>
      <w:pStyle w:val="Footer"/>
      <w:rPr>
        <w:i/>
        <w:color w:val="808080" w:themeColor="background1" w:themeShade="80"/>
      </w:rPr>
    </w:pPr>
    <w:r w:rsidRPr="00364157">
      <w:rPr>
        <w:i/>
        <w:noProof/>
        <w:color w:val="808080" w:themeColor="background1" w:themeShade="8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7" type="#_x0000_t32" style="position:absolute;left:0;text-align:left;margin-left:-.9pt;margin-top:-3.75pt;width:444.7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" strokecolor="#7f7f7f [1612]" strokeweight=".5pt"/>
      </w:pict>
    </w:r>
    <w:r w:rsidR="004F11FB" w:rsidRPr="007C0A95">
      <w:rPr>
        <w:i/>
        <w:color w:val="808080" w:themeColor="background1" w:themeShade="80"/>
      </w:rPr>
      <w:tab/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882D46">
      <w:rPr>
        <w:i/>
        <w:noProof/>
        <w:color w:val="808080" w:themeColor="background1" w:themeShade="80"/>
      </w:rPr>
      <w:t>2</w:t>
    </w:r>
    <w:r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882D46" w:rsidRPr="00882D46">
        <w:rPr>
          <w:i/>
          <w:noProof/>
          <w:color w:val="808080" w:themeColor="background1" w:themeShade="80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EC0" w:rsidRDefault="00A04EC0" w:rsidP="004F11FB">
      <w:pPr>
        <w:spacing w:before="0" w:after="0"/>
      </w:pPr>
      <w:r>
        <w:separator/>
      </w:r>
    </w:p>
  </w:footnote>
  <w:footnote w:type="continuationSeparator" w:id="0">
    <w:p w:rsidR="00A04EC0" w:rsidRDefault="00A04EC0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364157">
    <w:pPr>
      <w:pStyle w:val="Header"/>
      <w:rPr>
        <w:i/>
        <w:color w:val="808080" w:themeColor="background1" w:themeShade="80"/>
      </w:rPr>
    </w:pPr>
    <w:r w:rsidRPr="00364157">
      <w:rPr>
        <w:i/>
        <w:noProof/>
        <w:color w:val="808080" w:themeColor="background1" w:themeShade="8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8" type="#_x0000_t32" style="position:absolute;left:0;text-align:left;margin-left:-.9pt;margin-top:13.7pt;width:444.7pt;height: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" strokecolor="#7f7f7f [1612]" strokeweight=".5pt"/>
      </w:pict>
    </w:r>
    <w:r w:rsidR="004F11FB" w:rsidRPr="007C0A95">
      <w:rPr>
        <w:i/>
        <w:color w:val="808080" w:themeColor="background1" w:themeShade="80"/>
      </w:rPr>
      <w:t>Fișe de lucru laborator, clasa a X</w:t>
    </w:r>
    <w:r w:rsidR="00EB25BB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05E4F"/>
    <w:multiLevelType w:val="hybridMultilevel"/>
    <w:tmpl w:val="4A46E65A"/>
    <w:lvl w:ilvl="0" w:tplc="AABEDC0C">
      <w:start w:val="1"/>
      <w:numFmt w:val="decimal"/>
      <w:pStyle w:val="ListParagraph"/>
      <w:suff w:val="space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/>
        <w:specVanish w:val="0"/>
      </w:rPr>
    </w:lvl>
    <w:lvl w:ilvl="1" w:tplc="19AE6682">
      <w:start w:val="1"/>
      <w:numFmt w:val="lowerLetter"/>
      <w:suff w:val="space"/>
      <w:lvlText w:val="%2."/>
      <w:lvlJc w:val="left"/>
      <w:pPr>
        <w:ind w:left="284" w:firstLine="0"/>
      </w:pPr>
      <w:rPr>
        <w:rFonts w:ascii="Calibri" w:hAnsi="Calibri" w:hint="default"/>
        <w:b w:val="0"/>
      </w:rPr>
    </w:lvl>
    <w:lvl w:ilvl="2" w:tplc="C166FFA6">
      <w:start w:val="1"/>
      <w:numFmt w:val="bullet"/>
      <w:suff w:val="space"/>
      <w:lvlText w:val="-"/>
      <w:lvlJc w:val="left"/>
      <w:pPr>
        <w:ind w:left="0" w:firstLine="284"/>
      </w:pPr>
      <w:rPr>
        <w:rFonts w:ascii="Calibri" w:eastAsiaTheme="minorEastAsia" w:hAnsi="Calibri"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1"/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F1B54"/>
    <w:rsid w:val="00004D4B"/>
    <w:rsid w:val="00020709"/>
    <w:rsid w:val="000649A5"/>
    <w:rsid w:val="000847C5"/>
    <w:rsid w:val="00090590"/>
    <w:rsid w:val="000F1B54"/>
    <w:rsid w:val="001528AD"/>
    <w:rsid w:val="001630B9"/>
    <w:rsid w:val="001A45E0"/>
    <w:rsid w:val="00206399"/>
    <w:rsid w:val="00212844"/>
    <w:rsid w:val="00230446"/>
    <w:rsid w:val="002633AC"/>
    <w:rsid w:val="00266074"/>
    <w:rsid w:val="00280041"/>
    <w:rsid w:val="003079D9"/>
    <w:rsid w:val="003434EF"/>
    <w:rsid w:val="00363A79"/>
    <w:rsid w:val="00363B17"/>
    <w:rsid w:val="00364157"/>
    <w:rsid w:val="00385331"/>
    <w:rsid w:val="003B454E"/>
    <w:rsid w:val="003D3DE6"/>
    <w:rsid w:val="00435EDE"/>
    <w:rsid w:val="004528ED"/>
    <w:rsid w:val="004853F4"/>
    <w:rsid w:val="00485560"/>
    <w:rsid w:val="004B3CB4"/>
    <w:rsid w:val="004B4B56"/>
    <w:rsid w:val="004E6C0B"/>
    <w:rsid w:val="004F11FB"/>
    <w:rsid w:val="00530F65"/>
    <w:rsid w:val="005770B9"/>
    <w:rsid w:val="005974EA"/>
    <w:rsid w:val="005E3FAF"/>
    <w:rsid w:val="006B5CC1"/>
    <w:rsid w:val="006F7D14"/>
    <w:rsid w:val="007047B0"/>
    <w:rsid w:val="00746166"/>
    <w:rsid w:val="00767115"/>
    <w:rsid w:val="007A38FB"/>
    <w:rsid w:val="007C0A95"/>
    <w:rsid w:val="007E0A98"/>
    <w:rsid w:val="007E3620"/>
    <w:rsid w:val="007E4030"/>
    <w:rsid w:val="008156CE"/>
    <w:rsid w:val="008176B0"/>
    <w:rsid w:val="00821FC0"/>
    <w:rsid w:val="0082545A"/>
    <w:rsid w:val="00882D46"/>
    <w:rsid w:val="00885E9B"/>
    <w:rsid w:val="008B02F5"/>
    <w:rsid w:val="008C027A"/>
    <w:rsid w:val="008C6307"/>
    <w:rsid w:val="00937321"/>
    <w:rsid w:val="00960B78"/>
    <w:rsid w:val="009F7552"/>
    <w:rsid w:val="00A04EC0"/>
    <w:rsid w:val="00AA40E0"/>
    <w:rsid w:val="00B031FB"/>
    <w:rsid w:val="00B200CB"/>
    <w:rsid w:val="00B22C19"/>
    <w:rsid w:val="00B31F76"/>
    <w:rsid w:val="00C01912"/>
    <w:rsid w:val="00C029E7"/>
    <w:rsid w:val="00C062B4"/>
    <w:rsid w:val="00C56D71"/>
    <w:rsid w:val="00C632F5"/>
    <w:rsid w:val="00C80187"/>
    <w:rsid w:val="00C94B2A"/>
    <w:rsid w:val="00CA31E3"/>
    <w:rsid w:val="00CB769E"/>
    <w:rsid w:val="00CB7FC6"/>
    <w:rsid w:val="00CC1D9B"/>
    <w:rsid w:val="00CC7283"/>
    <w:rsid w:val="00CD0169"/>
    <w:rsid w:val="00CD59E6"/>
    <w:rsid w:val="00CE1341"/>
    <w:rsid w:val="00D05988"/>
    <w:rsid w:val="00D143F9"/>
    <w:rsid w:val="00D33A64"/>
    <w:rsid w:val="00D66572"/>
    <w:rsid w:val="00DA391E"/>
    <w:rsid w:val="00DA43CA"/>
    <w:rsid w:val="00DB3224"/>
    <w:rsid w:val="00DF5468"/>
    <w:rsid w:val="00E201D2"/>
    <w:rsid w:val="00E459FA"/>
    <w:rsid w:val="00E70C5C"/>
    <w:rsid w:val="00E812C3"/>
    <w:rsid w:val="00EA49D7"/>
    <w:rsid w:val="00EB25BB"/>
    <w:rsid w:val="00EB7EDB"/>
    <w:rsid w:val="00F61CF2"/>
    <w:rsid w:val="00FE6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6399"/>
    <w:pPr>
      <w:keepNext/>
      <w:keepLines/>
      <w:spacing w:before="240" w:after="120"/>
      <w:contextualSpacing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C56D71"/>
    <w:pPr>
      <w:numPr>
        <w:numId w:val="3"/>
      </w:numPr>
    </w:pPr>
    <w:rPr>
      <w:rFonts w:asciiTheme="minorHAnsi" w:hAnsiTheme="minorHAnsi" w:cs="Consolas"/>
    </w:r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206399"/>
    <w:rPr>
      <w:rFonts w:asciiTheme="majorHAnsi" w:eastAsiaTheme="majorEastAsia" w:hAnsiTheme="majorHAnsi" w:cstheme="majorBidi"/>
      <w:b/>
      <w:color w:val="244061" w:themeColor="accent1" w:themeShade="80"/>
      <w:sz w:val="24"/>
      <w:szCs w:val="2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05A49210-ACD7-4FE5-A429-8E1CA3E44482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83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user</cp:lastModifiedBy>
  <cp:revision>32</cp:revision>
  <cp:lastPrinted>2013-09-19T07:08:00Z</cp:lastPrinted>
  <dcterms:created xsi:type="dcterms:W3CDTF">2013-10-16T08:12:00Z</dcterms:created>
  <dcterms:modified xsi:type="dcterms:W3CDTF">2016-10-13T19:00:00Z</dcterms:modified>
</cp:coreProperties>
</file>